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D87" w:rsidRDefault="00102D87" w:rsidP="00970FEC">
      <w:pPr>
        <w:rPr>
          <w:b/>
          <w:sz w:val="27"/>
          <w:szCs w:val="27"/>
          <w:u w:val="single"/>
        </w:rPr>
      </w:pPr>
    </w:p>
    <w:p w:rsidR="00102D87" w:rsidRDefault="00102D87" w:rsidP="00BB3F19">
      <w:pPr>
        <w:jc w:val="right"/>
        <w:rPr>
          <w:b/>
          <w:sz w:val="27"/>
          <w:szCs w:val="27"/>
          <w:u w:val="single"/>
        </w:rPr>
      </w:pPr>
    </w:p>
    <w:p w:rsidR="00102D87" w:rsidRPr="00227216" w:rsidRDefault="00102D87" w:rsidP="00BB3F19">
      <w:pPr>
        <w:jc w:val="right"/>
        <w:rPr>
          <w:b/>
          <w:sz w:val="27"/>
          <w:szCs w:val="27"/>
          <w:u w:val="single"/>
        </w:rPr>
      </w:pPr>
      <w:r w:rsidRPr="00227216">
        <w:rPr>
          <w:b/>
          <w:sz w:val="27"/>
          <w:szCs w:val="27"/>
          <w:u w:val="single"/>
        </w:rPr>
        <w:t>МОДЕЛЬНЫЙ АКТ</w:t>
      </w:r>
    </w:p>
    <w:p w:rsidR="00102D87" w:rsidRPr="00227216" w:rsidRDefault="00102D87" w:rsidP="00BB3F19">
      <w:pPr>
        <w:spacing w:line="240" w:lineRule="exact"/>
        <w:jc w:val="right"/>
        <w:rPr>
          <w:b/>
          <w:sz w:val="27"/>
          <w:szCs w:val="27"/>
          <w:u w:val="single"/>
        </w:rPr>
      </w:pPr>
    </w:p>
    <w:p w:rsidR="00102D87" w:rsidRPr="004D06E2" w:rsidRDefault="00102D87" w:rsidP="004D06E2">
      <w:pPr>
        <w:spacing w:line="260" w:lineRule="exact"/>
        <w:jc w:val="center"/>
        <w:rPr>
          <w:b/>
          <w:sz w:val="27"/>
          <w:szCs w:val="27"/>
        </w:rPr>
      </w:pPr>
      <w:r w:rsidRPr="004D06E2">
        <w:rPr>
          <w:b/>
          <w:sz w:val="27"/>
          <w:szCs w:val="27"/>
        </w:rPr>
        <w:t>АДМИНИСТРАЦИЯ АЛАБОТИНСКОГО СЕЛЬСКОГО ПОСЕЛЕНИЯ РУССКО-ПОЛЯНСКОГО МУНИЦИПАЛЬНОГО РАЙОНА</w:t>
      </w:r>
    </w:p>
    <w:p w:rsidR="00102D87" w:rsidRPr="004D06E2" w:rsidRDefault="00102D87" w:rsidP="004D06E2">
      <w:pPr>
        <w:spacing w:line="260" w:lineRule="exact"/>
        <w:jc w:val="center"/>
        <w:rPr>
          <w:b/>
          <w:sz w:val="27"/>
          <w:szCs w:val="27"/>
        </w:rPr>
      </w:pPr>
      <w:r w:rsidRPr="004D06E2">
        <w:rPr>
          <w:b/>
          <w:sz w:val="27"/>
          <w:szCs w:val="27"/>
        </w:rPr>
        <w:t>ОМСКОЙ ОБЛАСТИ</w:t>
      </w:r>
    </w:p>
    <w:p w:rsidR="00102D87" w:rsidRPr="00227216" w:rsidRDefault="00102D87" w:rsidP="00BB3F19">
      <w:pPr>
        <w:spacing w:line="260" w:lineRule="exact"/>
        <w:ind w:left="-142"/>
        <w:jc w:val="center"/>
        <w:rPr>
          <w:sz w:val="27"/>
          <w:szCs w:val="27"/>
        </w:rPr>
      </w:pPr>
      <w:r w:rsidRPr="00227216">
        <w:rPr>
          <w:sz w:val="27"/>
          <w:szCs w:val="27"/>
        </w:rPr>
        <w:t xml:space="preserve">______________________ </w:t>
      </w:r>
    </w:p>
    <w:p w:rsidR="00102D87" w:rsidRPr="00227216" w:rsidRDefault="00102D87" w:rsidP="00BB3F19">
      <w:pPr>
        <w:spacing w:line="240" w:lineRule="exact"/>
        <w:jc w:val="center"/>
        <w:rPr>
          <w:sz w:val="27"/>
          <w:szCs w:val="27"/>
        </w:rPr>
      </w:pPr>
    </w:p>
    <w:p w:rsidR="00102D87" w:rsidRPr="00227216" w:rsidRDefault="00102D87" w:rsidP="00BB3F19">
      <w:pPr>
        <w:spacing w:line="240" w:lineRule="exact"/>
        <w:jc w:val="center"/>
        <w:rPr>
          <w:sz w:val="27"/>
          <w:szCs w:val="27"/>
        </w:rPr>
      </w:pPr>
      <w:r>
        <w:rPr>
          <w:sz w:val="27"/>
          <w:szCs w:val="27"/>
        </w:rPr>
        <w:t>ПОСТАНОВЛЕНИЕ</w:t>
      </w:r>
    </w:p>
    <w:p w:rsidR="00102D87" w:rsidRPr="00227216" w:rsidRDefault="00102D87" w:rsidP="00BB3F19">
      <w:pPr>
        <w:spacing w:line="240" w:lineRule="exact"/>
        <w:jc w:val="center"/>
        <w:rPr>
          <w:sz w:val="27"/>
          <w:szCs w:val="27"/>
        </w:rPr>
      </w:pPr>
    </w:p>
    <w:p w:rsidR="00102D87" w:rsidRPr="00227216" w:rsidRDefault="00102D87" w:rsidP="00BB3F19">
      <w:pPr>
        <w:spacing w:line="240" w:lineRule="exact"/>
        <w:jc w:val="center"/>
        <w:rPr>
          <w:sz w:val="27"/>
          <w:szCs w:val="27"/>
        </w:rPr>
      </w:pPr>
    </w:p>
    <w:p w:rsidR="00102D87" w:rsidRPr="00227216" w:rsidRDefault="00102D87" w:rsidP="00BB3F19">
      <w:pPr>
        <w:rPr>
          <w:sz w:val="27"/>
          <w:szCs w:val="27"/>
        </w:rPr>
      </w:pPr>
      <w:r>
        <w:rPr>
          <w:sz w:val="27"/>
          <w:szCs w:val="27"/>
        </w:rPr>
        <w:t>«24» июня</w:t>
      </w:r>
      <w:r w:rsidRPr="00227216">
        <w:rPr>
          <w:sz w:val="27"/>
          <w:szCs w:val="27"/>
        </w:rPr>
        <w:t xml:space="preserve"> 2019 года                                                </w:t>
      </w:r>
      <w:r>
        <w:rPr>
          <w:sz w:val="27"/>
          <w:szCs w:val="27"/>
        </w:rPr>
        <w:t xml:space="preserve">                          № 66-п</w:t>
      </w:r>
    </w:p>
    <w:p w:rsidR="00102D87" w:rsidRPr="00227216" w:rsidRDefault="00102D87" w:rsidP="00BB3F19">
      <w:pPr>
        <w:jc w:val="both"/>
        <w:rPr>
          <w:sz w:val="27"/>
          <w:szCs w:val="27"/>
        </w:rPr>
      </w:pPr>
    </w:p>
    <w:p w:rsidR="00102D87" w:rsidRPr="00296F7F" w:rsidRDefault="00102D87" w:rsidP="00296F7F">
      <w:pPr>
        <w:autoSpaceDE w:val="0"/>
        <w:autoSpaceDN w:val="0"/>
        <w:adjustRightInd w:val="0"/>
        <w:spacing w:line="240" w:lineRule="exact"/>
        <w:ind w:right="-1"/>
        <w:jc w:val="center"/>
        <w:rPr>
          <w:bCs/>
          <w:color w:val="000000"/>
          <w:sz w:val="27"/>
          <w:szCs w:val="27"/>
        </w:rPr>
      </w:pPr>
      <w:r w:rsidRPr="00296F7F">
        <w:rPr>
          <w:rStyle w:val="Strong"/>
          <w:b w:val="0"/>
          <w:bCs/>
          <w:color w:val="000000"/>
          <w:sz w:val="27"/>
          <w:szCs w:val="27"/>
        </w:rPr>
        <w:t>«Об определении мест и способов сжигания мусора,</w:t>
      </w:r>
      <w:r w:rsidRPr="00296F7F">
        <w:rPr>
          <w:color w:val="000000"/>
          <w:sz w:val="27"/>
          <w:szCs w:val="27"/>
        </w:rPr>
        <w:t xml:space="preserve"> </w:t>
      </w:r>
      <w:r w:rsidRPr="00296F7F">
        <w:rPr>
          <w:rStyle w:val="Strong"/>
          <w:b w:val="0"/>
          <w:bCs/>
          <w:color w:val="000000"/>
          <w:sz w:val="27"/>
          <w:szCs w:val="27"/>
        </w:rPr>
        <w:t>травы, листвы и иных отходов, материалов или изделий</w:t>
      </w:r>
      <w:r w:rsidRPr="00296F7F">
        <w:rPr>
          <w:color w:val="000000"/>
          <w:sz w:val="27"/>
          <w:szCs w:val="27"/>
        </w:rPr>
        <w:t xml:space="preserve"> </w:t>
      </w:r>
      <w:r w:rsidRPr="00296F7F">
        <w:rPr>
          <w:rStyle w:val="Strong"/>
          <w:b w:val="0"/>
          <w:bCs/>
          <w:color w:val="000000"/>
          <w:sz w:val="27"/>
          <w:szCs w:val="27"/>
        </w:rPr>
        <w:t>на территори</w:t>
      </w:r>
      <w:r>
        <w:rPr>
          <w:rStyle w:val="Strong"/>
          <w:b w:val="0"/>
          <w:bCs/>
          <w:color w:val="000000"/>
          <w:sz w:val="27"/>
          <w:szCs w:val="27"/>
        </w:rPr>
        <w:t>и Алаботинского</w:t>
      </w:r>
      <w:r w:rsidRPr="00296F7F">
        <w:rPr>
          <w:rStyle w:val="Strong"/>
          <w:b w:val="0"/>
          <w:bCs/>
          <w:color w:val="000000"/>
          <w:sz w:val="27"/>
          <w:szCs w:val="27"/>
        </w:rPr>
        <w:t xml:space="preserve"> сельского поселения»</w:t>
      </w:r>
    </w:p>
    <w:p w:rsidR="00102D87" w:rsidRPr="00227216" w:rsidRDefault="00102D87" w:rsidP="007414F7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</w:p>
    <w:p w:rsidR="00102D87" w:rsidRPr="00296F7F" w:rsidRDefault="00102D87" w:rsidP="007414F7">
      <w:pPr>
        <w:autoSpaceDE w:val="0"/>
        <w:autoSpaceDN w:val="0"/>
        <w:adjustRightInd w:val="0"/>
        <w:ind w:firstLine="708"/>
        <w:jc w:val="both"/>
        <w:rPr>
          <w:spacing w:val="-2"/>
          <w:sz w:val="27"/>
          <w:szCs w:val="27"/>
        </w:rPr>
      </w:pPr>
      <w:r w:rsidRPr="00296F7F">
        <w:rPr>
          <w:sz w:val="27"/>
          <w:szCs w:val="27"/>
        </w:rPr>
        <w:t xml:space="preserve">В соответствии с </w:t>
      </w:r>
      <w:r w:rsidRPr="00296F7F">
        <w:rPr>
          <w:color w:val="000000"/>
          <w:sz w:val="27"/>
          <w:szCs w:val="27"/>
        </w:rPr>
        <w:t>Федеральным законом от 21.12.1994 № 69-ФЗ «О пожарной безопасности», постановлением Правительства Российской Федерации от 25.04.2012 № 390 «О противопожарном режиме»</w:t>
      </w:r>
      <w:r w:rsidRPr="00296F7F">
        <w:rPr>
          <w:sz w:val="27"/>
          <w:szCs w:val="27"/>
        </w:rPr>
        <w:t>, руководствуясь Федеральным законом от 06.10.2003 № 131-ФЗ «Об общих принципах организации местного самоуправления в Российской Ф</w:t>
      </w:r>
      <w:r>
        <w:rPr>
          <w:sz w:val="27"/>
          <w:szCs w:val="27"/>
        </w:rPr>
        <w:t>едерации, Уставом Алаботинского сельского</w:t>
      </w:r>
      <w:r w:rsidRPr="00296F7F">
        <w:rPr>
          <w:sz w:val="27"/>
          <w:szCs w:val="27"/>
        </w:rPr>
        <w:t xml:space="preserve"> поселения Русско-Полянского муниципального района Омской области</w:t>
      </w:r>
    </w:p>
    <w:p w:rsidR="00102D87" w:rsidRPr="00227216" w:rsidRDefault="00102D87" w:rsidP="004522B2">
      <w:pPr>
        <w:autoSpaceDE w:val="0"/>
        <w:autoSpaceDN w:val="0"/>
        <w:adjustRightInd w:val="0"/>
        <w:spacing w:line="240" w:lineRule="exact"/>
        <w:ind w:left="-142"/>
        <w:rPr>
          <w:sz w:val="27"/>
          <w:szCs w:val="27"/>
        </w:rPr>
      </w:pPr>
    </w:p>
    <w:p w:rsidR="00102D87" w:rsidRPr="00296F7F" w:rsidRDefault="00102D87" w:rsidP="00296F7F">
      <w:pPr>
        <w:spacing w:line="240" w:lineRule="exact"/>
        <w:ind w:firstLine="709"/>
        <w:jc w:val="both"/>
        <w:rPr>
          <w:b/>
          <w:sz w:val="27"/>
          <w:szCs w:val="27"/>
        </w:rPr>
      </w:pPr>
    </w:p>
    <w:p w:rsidR="00102D87" w:rsidRPr="00296F7F" w:rsidRDefault="00102D87" w:rsidP="00296F7F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296F7F">
        <w:rPr>
          <w:sz w:val="27"/>
          <w:szCs w:val="27"/>
        </w:rPr>
        <w:t xml:space="preserve">1. На землях общего пользования </w:t>
      </w:r>
      <w:r>
        <w:rPr>
          <w:sz w:val="27"/>
          <w:szCs w:val="27"/>
        </w:rPr>
        <w:t>Албаотинского</w:t>
      </w:r>
      <w:r w:rsidRPr="00296F7F">
        <w:rPr>
          <w:sz w:val="27"/>
          <w:szCs w:val="27"/>
        </w:rPr>
        <w:t xml:space="preserve"> сельского поселения </w:t>
      </w:r>
      <w:r>
        <w:rPr>
          <w:sz w:val="27"/>
          <w:szCs w:val="27"/>
        </w:rPr>
        <w:t>Русско-Полянского</w:t>
      </w:r>
      <w:r w:rsidRPr="00296F7F">
        <w:rPr>
          <w:sz w:val="27"/>
          <w:szCs w:val="27"/>
        </w:rPr>
        <w:t xml:space="preserve"> муниципального района запрещается разводить костры, а также сжигать мусор, траву, листву и иные отходы, материалы или изделия, кроме как в местах, где расстояние до ближайших строений составляет не менее </w:t>
      </w:r>
      <w:smartTag w:uri="urn:schemas-microsoft-com:office:smarttags" w:element="metricconverter">
        <w:smartTagPr>
          <w:attr w:name="ProductID" w:val="1,4 метра"/>
        </w:smartTagPr>
        <w:r w:rsidRPr="00296F7F">
          <w:rPr>
            <w:sz w:val="27"/>
            <w:szCs w:val="27"/>
          </w:rPr>
          <w:t>50 метров</w:t>
        </w:r>
      </w:smartTag>
      <w:r w:rsidRPr="00296F7F">
        <w:rPr>
          <w:sz w:val="27"/>
          <w:szCs w:val="27"/>
        </w:rPr>
        <w:t>, в безветренную погоду, и при условии постоянного контроля за сжиганием мусора, травы, листвы и иных отходов, материалов или изделий лицами, обеспеченными первичными средствами пожаротушения.</w:t>
      </w:r>
    </w:p>
    <w:p w:rsidR="00102D87" w:rsidRPr="00296F7F" w:rsidRDefault="00102D87" w:rsidP="00296F7F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296F7F">
        <w:rPr>
          <w:sz w:val="27"/>
          <w:szCs w:val="27"/>
        </w:rPr>
        <w:t xml:space="preserve">2. Территория вокруг участка для выжигания сухой травянистой растительности очищена в радиусе 25 - </w:t>
      </w:r>
      <w:smartTag w:uri="urn:schemas-microsoft-com:office:smarttags" w:element="metricconverter">
        <w:smartTagPr>
          <w:attr w:name="ProductID" w:val="1,4 метра"/>
        </w:smartTagPr>
        <w:r w:rsidRPr="00296F7F">
          <w:rPr>
            <w:sz w:val="27"/>
            <w:szCs w:val="27"/>
          </w:rPr>
          <w:t>30 метров</w:t>
        </w:r>
      </w:smartTag>
      <w:r w:rsidRPr="00296F7F">
        <w:rPr>
          <w:sz w:val="27"/>
          <w:szCs w:val="27"/>
        </w:rPr>
        <w:t xml:space="preserve"> от сухостойных деревьев, валежника порубочных остатков, других горючих материалов и отделена противопожарной минерализованной полосой шириной не менее </w:t>
      </w:r>
      <w:smartTag w:uri="urn:schemas-microsoft-com:office:smarttags" w:element="metricconverter">
        <w:smartTagPr>
          <w:attr w:name="ProductID" w:val="1,4 метра"/>
        </w:smartTagPr>
        <w:r w:rsidRPr="00296F7F">
          <w:rPr>
            <w:sz w:val="27"/>
            <w:szCs w:val="27"/>
          </w:rPr>
          <w:t>1,4 метра</w:t>
        </w:r>
      </w:smartTag>
      <w:r w:rsidRPr="00296F7F">
        <w:rPr>
          <w:sz w:val="27"/>
          <w:szCs w:val="27"/>
        </w:rPr>
        <w:t>.</w:t>
      </w:r>
    </w:p>
    <w:p w:rsidR="00102D87" w:rsidRPr="00296F7F" w:rsidRDefault="00102D87" w:rsidP="00296F7F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296F7F">
        <w:rPr>
          <w:sz w:val="27"/>
          <w:szCs w:val="27"/>
        </w:rPr>
        <w:t>3. Настоящее постановление не распространяет свое действие в период введения особого противопожарного режима на территории поселения.</w:t>
      </w:r>
    </w:p>
    <w:p w:rsidR="00102D87" w:rsidRPr="00296F7F" w:rsidRDefault="00102D87" w:rsidP="00296F7F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296F7F">
        <w:rPr>
          <w:sz w:val="27"/>
          <w:szCs w:val="27"/>
        </w:rPr>
        <w:t>4. Настоящее постановление вступает в силу со дня официального опубликования.</w:t>
      </w:r>
    </w:p>
    <w:p w:rsidR="00102D87" w:rsidRPr="00296F7F" w:rsidRDefault="00102D87" w:rsidP="00296F7F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296F7F">
        <w:rPr>
          <w:sz w:val="27"/>
          <w:szCs w:val="27"/>
        </w:rPr>
        <w:t xml:space="preserve">5. Контроль за исполнением настоящего </w:t>
      </w:r>
      <w:r>
        <w:rPr>
          <w:sz w:val="27"/>
          <w:szCs w:val="27"/>
        </w:rPr>
        <w:t>решения оставляю за собой.</w:t>
      </w:r>
    </w:p>
    <w:p w:rsidR="00102D87" w:rsidRPr="00EA4892" w:rsidRDefault="00102D87" w:rsidP="00296F7F">
      <w:pPr>
        <w:widowControl w:val="0"/>
        <w:autoSpaceDE w:val="0"/>
        <w:autoSpaceDN w:val="0"/>
        <w:adjustRightInd w:val="0"/>
        <w:ind w:firstLine="709"/>
        <w:jc w:val="both"/>
        <w:rPr>
          <w:bCs/>
          <w:iCs/>
          <w:sz w:val="27"/>
          <w:szCs w:val="27"/>
        </w:rPr>
      </w:pPr>
    </w:p>
    <w:p w:rsidR="00102D87" w:rsidRPr="00EA4892" w:rsidRDefault="00102D87" w:rsidP="00296F7F">
      <w:pPr>
        <w:tabs>
          <w:tab w:val="left" w:pos="7680"/>
        </w:tabs>
        <w:autoSpaceDE w:val="0"/>
        <w:autoSpaceDN w:val="0"/>
        <w:adjustRightInd w:val="0"/>
        <w:ind w:firstLine="709"/>
        <w:jc w:val="both"/>
        <w:rPr>
          <w:bCs/>
          <w:iCs/>
          <w:sz w:val="27"/>
          <w:szCs w:val="27"/>
        </w:rPr>
      </w:pPr>
      <w:r w:rsidRPr="00EA4892">
        <w:rPr>
          <w:bCs/>
          <w:iCs/>
          <w:sz w:val="27"/>
          <w:szCs w:val="27"/>
        </w:rPr>
        <w:tab/>
      </w:r>
    </w:p>
    <w:p w:rsidR="00102D87" w:rsidRDefault="00102D87" w:rsidP="00296F7F">
      <w:pPr>
        <w:autoSpaceDE w:val="0"/>
        <w:autoSpaceDN w:val="0"/>
        <w:adjustRightInd w:val="0"/>
        <w:spacing w:line="240" w:lineRule="exact"/>
        <w:rPr>
          <w:i/>
          <w:sz w:val="27"/>
          <w:szCs w:val="27"/>
        </w:rPr>
      </w:pPr>
      <w:r>
        <w:rPr>
          <w:bCs/>
          <w:iCs/>
          <w:sz w:val="27"/>
          <w:szCs w:val="27"/>
        </w:rPr>
        <w:t xml:space="preserve">Глава Алаботинского сельского поселения:                                П.П.Толстопят                                        </w:t>
      </w:r>
    </w:p>
    <w:p w:rsidR="00102D87" w:rsidRDefault="00102D87" w:rsidP="00EA4892">
      <w:pPr>
        <w:autoSpaceDE w:val="0"/>
        <w:autoSpaceDN w:val="0"/>
        <w:adjustRightInd w:val="0"/>
        <w:spacing w:line="240" w:lineRule="exact"/>
        <w:ind w:left="4500"/>
        <w:rPr>
          <w:i/>
          <w:sz w:val="27"/>
          <w:szCs w:val="27"/>
        </w:rPr>
      </w:pPr>
    </w:p>
    <w:p w:rsidR="00102D87" w:rsidRDefault="00102D87" w:rsidP="00EA4892">
      <w:pPr>
        <w:autoSpaceDE w:val="0"/>
        <w:autoSpaceDN w:val="0"/>
        <w:adjustRightInd w:val="0"/>
        <w:spacing w:line="240" w:lineRule="exact"/>
        <w:ind w:left="4500"/>
        <w:rPr>
          <w:i/>
          <w:sz w:val="27"/>
          <w:szCs w:val="27"/>
        </w:rPr>
      </w:pPr>
    </w:p>
    <w:p w:rsidR="00102D87" w:rsidRDefault="00102D87" w:rsidP="00EA4892">
      <w:pPr>
        <w:autoSpaceDE w:val="0"/>
        <w:autoSpaceDN w:val="0"/>
        <w:adjustRightInd w:val="0"/>
        <w:spacing w:line="240" w:lineRule="exact"/>
        <w:ind w:left="4500"/>
        <w:rPr>
          <w:i/>
          <w:sz w:val="27"/>
          <w:szCs w:val="27"/>
        </w:rPr>
      </w:pPr>
    </w:p>
    <w:p w:rsidR="00102D87" w:rsidRDefault="00102D87" w:rsidP="00EA4892">
      <w:pPr>
        <w:autoSpaceDE w:val="0"/>
        <w:autoSpaceDN w:val="0"/>
        <w:adjustRightInd w:val="0"/>
        <w:spacing w:line="240" w:lineRule="exact"/>
        <w:ind w:left="4500"/>
        <w:rPr>
          <w:i/>
          <w:sz w:val="27"/>
          <w:szCs w:val="27"/>
        </w:rPr>
      </w:pPr>
    </w:p>
    <w:p w:rsidR="00102D87" w:rsidRDefault="00102D87" w:rsidP="00EA4892">
      <w:pPr>
        <w:autoSpaceDE w:val="0"/>
        <w:autoSpaceDN w:val="0"/>
        <w:adjustRightInd w:val="0"/>
        <w:spacing w:line="240" w:lineRule="exact"/>
        <w:ind w:left="4500"/>
        <w:rPr>
          <w:i/>
          <w:sz w:val="27"/>
          <w:szCs w:val="27"/>
        </w:rPr>
      </w:pPr>
    </w:p>
    <w:p w:rsidR="00102D87" w:rsidRDefault="00102D87" w:rsidP="00EA4892">
      <w:pPr>
        <w:autoSpaceDE w:val="0"/>
        <w:autoSpaceDN w:val="0"/>
        <w:adjustRightInd w:val="0"/>
        <w:spacing w:line="240" w:lineRule="exact"/>
        <w:ind w:left="4500"/>
        <w:rPr>
          <w:i/>
          <w:sz w:val="27"/>
          <w:szCs w:val="27"/>
        </w:rPr>
      </w:pPr>
    </w:p>
    <w:p w:rsidR="00102D87" w:rsidRDefault="00102D87" w:rsidP="00EA4892">
      <w:pPr>
        <w:autoSpaceDE w:val="0"/>
        <w:autoSpaceDN w:val="0"/>
        <w:adjustRightInd w:val="0"/>
        <w:spacing w:line="240" w:lineRule="exact"/>
        <w:ind w:left="4500"/>
        <w:rPr>
          <w:i/>
          <w:sz w:val="27"/>
          <w:szCs w:val="27"/>
        </w:rPr>
      </w:pPr>
    </w:p>
    <w:p w:rsidR="00102D87" w:rsidRDefault="00102D87" w:rsidP="00EA4892">
      <w:pPr>
        <w:autoSpaceDE w:val="0"/>
        <w:autoSpaceDN w:val="0"/>
        <w:adjustRightInd w:val="0"/>
        <w:spacing w:line="240" w:lineRule="exact"/>
        <w:ind w:left="4500"/>
        <w:rPr>
          <w:i/>
          <w:sz w:val="27"/>
          <w:szCs w:val="27"/>
        </w:rPr>
      </w:pPr>
    </w:p>
    <w:p w:rsidR="00102D87" w:rsidRDefault="00102D87" w:rsidP="00EA4892">
      <w:pPr>
        <w:autoSpaceDE w:val="0"/>
        <w:autoSpaceDN w:val="0"/>
        <w:adjustRightInd w:val="0"/>
        <w:spacing w:line="240" w:lineRule="exact"/>
        <w:ind w:left="4500"/>
        <w:rPr>
          <w:i/>
          <w:sz w:val="27"/>
          <w:szCs w:val="27"/>
        </w:rPr>
      </w:pPr>
    </w:p>
    <w:sectPr w:rsidR="00102D87" w:rsidSect="00231036">
      <w:headerReference w:type="default" r:id="rId7"/>
      <w:pgSz w:w="11906" w:h="16838"/>
      <w:pgMar w:top="993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2D87" w:rsidRDefault="00102D87" w:rsidP="00E55258">
      <w:r>
        <w:separator/>
      </w:r>
    </w:p>
  </w:endnote>
  <w:endnote w:type="continuationSeparator" w:id="0">
    <w:p w:rsidR="00102D87" w:rsidRDefault="00102D87" w:rsidP="00E552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2D87" w:rsidRDefault="00102D87" w:rsidP="00E55258">
      <w:r>
        <w:separator/>
      </w:r>
    </w:p>
  </w:footnote>
  <w:footnote w:type="continuationSeparator" w:id="0">
    <w:p w:rsidR="00102D87" w:rsidRDefault="00102D87" w:rsidP="00E552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D87" w:rsidRDefault="00102D8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A43DE1"/>
    <w:multiLevelType w:val="hybridMultilevel"/>
    <w:tmpl w:val="105A8FC6"/>
    <w:lvl w:ilvl="0" w:tplc="521C68B2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4B6F1C53"/>
    <w:multiLevelType w:val="hybridMultilevel"/>
    <w:tmpl w:val="B2481140"/>
    <w:lvl w:ilvl="0" w:tplc="26420A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5BC"/>
    <w:rsid w:val="000033AC"/>
    <w:rsid w:val="00016B2A"/>
    <w:rsid w:val="00020AA4"/>
    <w:rsid w:val="000315B5"/>
    <w:rsid w:val="0004622E"/>
    <w:rsid w:val="00050D25"/>
    <w:rsid w:val="000710AF"/>
    <w:rsid w:val="000750E4"/>
    <w:rsid w:val="00095AA8"/>
    <w:rsid w:val="00095E2F"/>
    <w:rsid w:val="000A4223"/>
    <w:rsid w:val="000A4FC3"/>
    <w:rsid w:val="000A53CD"/>
    <w:rsid w:val="000B3EDD"/>
    <w:rsid w:val="000C640E"/>
    <w:rsid w:val="000D1671"/>
    <w:rsid w:val="000D781B"/>
    <w:rsid w:val="0010007E"/>
    <w:rsid w:val="00102D87"/>
    <w:rsid w:val="00125332"/>
    <w:rsid w:val="00126107"/>
    <w:rsid w:val="0013564A"/>
    <w:rsid w:val="00142E2C"/>
    <w:rsid w:val="001503D4"/>
    <w:rsid w:val="00150D22"/>
    <w:rsid w:val="00166B3F"/>
    <w:rsid w:val="00174417"/>
    <w:rsid w:val="00175458"/>
    <w:rsid w:val="00175CF2"/>
    <w:rsid w:val="001A17EA"/>
    <w:rsid w:val="001B79FD"/>
    <w:rsid w:val="001D6871"/>
    <w:rsid w:val="001E1DFE"/>
    <w:rsid w:val="001E71AF"/>
    <w:rsid w:val="001F42DC"/>
    <w:rsid w:val="00212E9B"/>
    <w:rsid w:val="00216C37"/>
    <w:rsid w:val="002208A5"/>
    <w:rsid w:val="00227216"/>
    <w:rsid w:val="00230AE8"/>
    <w:rsid w:val="00231036"/>
    <w:rsid w:val="00233C14"/>
    <w:rsid w:val="00243AC7"/>
    <w:rsid w:val="0025035E"/>
    <w:rsid w:val="0025481E"/>
    <w:rsid w:val="00284293"/>
    <w:rsid w:val="00296623"/>
    <w:rsid w:val="00296F7F"/>
    <w:rsid w:val="002C5CD2"/>
    <w:rsid w:val="002D06A7"/>
    <w:rsid w:val="002F04A4"/>
    <w:rsid w:val="002F6343"/>
    <w:rsid w:val="0030795C"/>
    <w:rsid w:val="0031083C"/>
    <w:rsid w:val="00324765"/>
    <w:rsid w:val="00326496"/>
    <w:rsid w:val="003357F5"/>
    <w:rsid w:val="00337979"/>
    <w:rsid w:val="00340011"/>
    <w:rsid w:val="00355B25"/>
    <w:rsid w:val="00380EA5"/>
    <w:rsid w:val="0038709E"/>
    <w:rsid w:val="00387C21"/>
    <w:rsid w:val="003A4266"/>
    <w:rsid w:val="003B0464"/>
    <w:rsid w:val="003C18B2"/>
    <w:rsid w:val="003E7A71"/>
    <w:rsid w:val="003F3AA5"/>
    <w:rsid w:val="00400B21"/>
    <w:rsid w:val="004041B3"/>
    <w:rsid w:val="00405950"/>
    <w:rsid w:val="00410105"/>
    <w:rsid w:val="00425C5C"/>
    <w:rsid w:val="00431187"/>
    <w:rsid w:val="00435182"/>
    <w:rsid w:val="004522B2"/>
    <w:rsid w:val="00462B0B"/>
    <w:rsid w:val="00462D40"/>
    <w:rsid w:val="00463D04"/>
    <w:rsid w:val="00487688"/>
    <w:rsid w:val="004921FC"/>
    <w:rsid w:val="004A70DA"/>
    <w:rsid w:val="004B146F"/>
    <w:rsid w:val="004B29AB"/>
    <w:rsid w:val="004B42E7"/>
    <w:rsid w:val="004B4CAC"/>
    <w:rsid w:val="004B761C"/>
    <w:rsid w:val="004B7B3C"/>
    <w:rsid w:val="004D06E2"/>
    <w:rsid w:val="004D78F4"/>
    <w:rsid w:val="00507628"/>
    <w:rsid w:val="0051159C"/>
    <w:rsid w:val="00526A2B"/>
    <w:rsid w:val="00537050"/>
    <w:rsid w:val="00537D6B"/>
    <w:rsid w:val="00596AB7"/>
    <w:rsid w:val="005A1B79"/>
    <w:rsid w:val="005A36E7"/>
    <w:rsid w:val="005B1265"/>
    <w:rsid w:val="005B3790"/>
    <w:rsid w:val="005C1369"/>
    <w:rsid w:val="005D10A1"/>
    <w:rsid w:val="005E33F6"/>
    <w:rsid w:val="005E78F0"/>
    <w:rsid w:val="006269B1"/>
    <w:rsid w:val="00640220"/>
    <w:rsid w:val="006472C6"/>
    <w:rsid w:val="00647D9C"/>
    <w:rsid w:val="00657D33"/>
    <w:rsid w:val="00661301"/>
    <w:rsid w:val="00662868"/>
    <w:rsid w:val="006674B5"/>
    <w:rsid w:val="006A28E0"/>
    <w:rsid w:val="006A51FB"/>
    <w:rsid w:val="006B15F4"/>
    <w:rsid w:val="006C3108"/>
    <w:rsid w:val="006F0F6A"/>
    <w:rsid w:val="00711269"/>
    <w:rsid w:val="00713D89"/>
    <w:rsid w:val="0073389B"/>
    <w:rsid w:val="0073565B"/>
    <w:rsid w:val="007414F7"/>
    <w:rsid w:val="00745F8A"/>
    <w:rsid w:val="007460EA"/>
    <w:rsid w:val="00747FF8"/>
    <w:rsid w:val="007648B9"/>
    <w:rsid w:val="007661C3"/>
    <w:rsid w:val="0076664C"/>
    <w:rsid w:val="00770AE2"/>
    <w:rsid w:val="0079785A"/>
    <w:rsid w:val="007A7315"/>
    <w:rsid w:val="007A7C15"/>
    <w:rsid w:val="007B0495"/>
    <w:rsid w:val="007B0C0D"/>
    <w:rsid w:val="007C71A6"/>
    <w:rsid w:val="007C77A5"/>
    <w:rsid w:val="007F1886"/>
    <w:rsid w:val="0080499F"/>
    <w:rsid w:val="00844336"/>
    <w:rsid w:val="00845C3F"/>
    <w:rsid w:val="00845F4C"/>
    <w:rsid w:val="00860A1C"/>
    <w:rsid w:val="00883946"/>
    <w:rsid w:val="008E2F42"/>
    <w:rsid w:val="008F4DBE"/>
    <w:rsid w:val="008F776B"/>
    <w:rsid w:val="0090643B"/>
    <w:rsid w:val="00927314"/>
    <w:rsid w:val="00936B52"/>
    <w:rsid w:val="00937D1B"/>
    <w:rsid w:val="00941471"/>
    <w:rsid w:val="0094165E"/>
    <w:rsid w:val="0094189F"/>
    <w:rsid w:val="00946417"/>
    <w:rsid w:val="0094703A"/>
    <w:rsid w:val="009606F1"/>
    <w:rsid w:val="00961E9A"/>
    <w:rsid w:val="00964F78"/>
    <w:rsid w:val="00970FEC"/>
    <w:rsid w:val="00971750"/>
    <w:rsid w:val="00982B4F"/>
    <w:rsid w:val="00997DB9"/>
    <w:rsid w:val="009A267E"/>
    <w:rsid w:val="009A35DC"/>
    <w:rsid w:val="009D5DEA"/>
    <w:rsid w:val="009F0264"/>
    <w:rsid w:val="009F525A"/>
    <w:rsid w:val="00A034B8"/>
    <w:rsid w:val="00A117FB"/>
    <w:rsid w:val="00A13BD2"/>
    <w:rsid w:val="00A24D40"/>
    <w:rsid w:val="00A362F2"/>
    <w:rsid w:val="00A4331E"/>
    <w:rsid w:val="00A52F82"/>
    <w:rsid w:val="00A57A41"/>
    <w:rsid w:val="00A90F57"/>
    <w:rsid w:val="00A93B8B"/>
    <w:rsid w:val="00AA3A9A"/>
    <w:rsid w:val="00AB1294"/>
    <w:rsid w:val="00AB3A07"/>
    <w:rsid w:val="00AB3FE5"/>
    <w:rsid w:val="00AC7413"/>
    <w:rsid w:val="00AD4E7E"/>
    <w:rsid w:val="00AE6EB9"/>
    <w:rsid w:val="00AF004B"/>
    <w:rsid w:val="00AF0803"/>
    <w:rsid w:val="00B013A0"/>
    <w:rsid w:val="00B160F2"/>
    <w:rsid w:val="00B20003"/>
    <w:rsid w:val="00B42451"/>
    <w:rsid w:val="00B42B18"/>
    <w:rsid w:val="00B43337"/>
    <w:rsid w:val="00B54D97"/>
    <w:rsid w:val="00B56D6A"/>
    <w:rsid w:val="00B701D4"/>
    <w:rsid w:val="00B70FE8"/>
    <w:rsid w:val="00B91A16"/>
    <w:rsid w:val="00B92D91"/>
    <w:rsid w:val="00BA12E0"/>
    <w:rsid w:val="00BB17DE"/>
    <w:rsid w:val="00BB2C6E"/>
    <w:rsid w:val="00BB3F19"/>
    <w:rsid w:val="00BB7D4F"/>
    <w:rsid w:val="00BD1AD4"/>
    <w:rsid w:val="00BD7C2C"/>
    <w:rsid w:val="00BF5002"/>
    <w:rsid w:val="00BF6A11"/>
    <w:rsid w:val="00BF72E7"/>
    <w:rsid w:val="00C02CDC"/>
    <w:rsid w:val="00C14CC8"/>
    <w:rsid w:val="00C165BC"/>
    <w:rsid w:val="00C24C2E"/>
    <w:rsid w:val="00C35272"/>
    <w:rsid w:val="00C519B5"/>
    <w:rsid w:val="00C52A33"/>
    <w:rsid w:val="00C56034"/>
    <w:rsid w:val="00C57B24"/>
    <w:rsid w:val="00C73878"/>
    <w:rsid w:val="00C95FC9"/>
    <w:rsid w:val="00CB343F"/>
    <w:rsid w:val="00CB3A4E"/>
    <w:rsid w:val="00CC7483"/>
    <w:rsid w:val="00CD644E"/>
    <w:rsid w:val="00CE3953"/>
    <w:rsid w:val="00CF4DC0"/>
    <w:rsid w:val="00CF72A5"/>
    <w:rsid w:val="00D0016D"/>
    <w:rsid w:val="00D036FD"/>
    <w:rsid w:val="00D052DF"/>
    <w:rsid w:val="00D0750B"/>
    <w:rsid w:val="00D17530"/>
    <w:rsid w:val="00D24F41"/>
    <w:rsid w:val="00D64CA4"/>
    <w:rsid w:val="00D66821"/>
    <w:rsid w:val="00D66C7F"/>
    <w:rsid w:val="00D82542"/>
    <w:rsid w:val="00D82E95"/>
    <w:rsid w:val="00D865BF"/>
    <w:rsid w:val="00D93C18"/>
    <w:rsid w:val="00DA0DB3"/>
    <w:rsid w:val="00DB292F"/>
    <w:rsid w:val="00DC5932"/>
    <w:rsid w:val="00DD2797"/>
    <w:rsid w:val="00DE1467"/>
    <w:rsid w:val="00DE3170"/>
    <w:rsid w:val="00DE5941"/>
    <w:rsid w:val="00DF26BB"/>
    <w:rsid w:val="00E03B8B"/>
    <w:rsid w:val="00E20C9D"/>
    <w:rsid w:val="00E21F67"/>
    <w:rsid w:val="00E47FDF"/>
    <w:rsid w:val="00E534C0"/>
    <w:rsid w:val="00E55258"/>
    <w:rsid w:val="00E57B45"/>
    <w:rsid w:val="00E60BE7"/>
    <w:rsid w:val="00E730B6"/>
    <w:rsid w:val="00EA017B"/>
    <w:rsid w:val="00EA4892"/>
    <w:rsid w:val="00EB29AD"/>
    <w:rsid w:val="00EC244B"/>
    <w:rsid w:val="00EC46D3"/>
    <w:rsid w:val="00ED3AF2"/>
    <w:rsid w:val="00ED4C45"/>
    <w:rsid w:val="00ED654E"/>
    <w:rsid w:val="00EE11DA"/>
    <w:rsid w:val="00EE1E77"/>
    <w:rsid w:val="00EE2BC1"/>
    <w:rsid w:val="00EE7B8F"/>
    <w:rsid w:val="00EE7C14"/>
    <w:rsid w:val="00EF45D4"/>
    <w:rsid w:val="00EF7878"/>
    <w:rsid w:val="00F073DF"/>
    <w:rsid w:val="00F17798"/>
    <w:rsid w:val="00F27093"/>
    <w:rsid w:val="00F535B0"/>
    <w:rsid w:val="00F54722"/>
    <w:rsid w:val="00F54EF7"/>
    <w:rsid w:val="00F65FC9"/>
    <w:rsid w:val="00FA24D3"/>
    <w:rsid w:val="00FA335B"/>
    <w:rsid w:val="00FD5EB0"/>
    <w:rsid w:val="00FE1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FC9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F4DC0"/>
    <w:pPr>
      <w:autoSpaceDE w:val="0"/>
      <w:autoSpaceDN w:val="0"/>
      <w:adjustRightInd w:val="0"/>
    </w:pPr>
    <w:rPr>
      <w:sz w:val="24"/>
      <w:szCs w:val="24"/>
    </w:rPr>
  </w:style>
  <w:style w:type="character" w:styleId="Hyperlink">
    <w:name w:val="Hyperlink"/>
    <w:basedOn w:val="DefaultParagraphFont"/>
    <w:uiPriority w:val="99"/>
    <w:rsid w:val="005C1369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E5525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55258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E5525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55258"/>
    <w:rPr>
      <w:rFonts w:cs="Times New Roman"/>
      <w:sz w:val="24"/>
      <w:szCs w:val="24"/>
    </w:rPr>
  </w:style>
  <w:style w:type="paragraph" w:customStyle="1" w:styleId="a">
    <w:name w:val="Знак Знак Знак Знак"/>
    <w:basedOn w:val="Normal"/>
    <w:autoRedefine/>
    <w:uiPriority w:val="99"/>
    <w:rsid w:val="00A57A41"/>
    <w:pPr>
      <w:spacing w:after="160" w:line="240" w:lineRule="exact"/>
      <w:ind w:left="26"/>
    </w:pPr>
    <w:rPr>
      <w:lang w:val="en-US" w:eastAsia="en-US"/>
    </w:rPr>
  </w:style>
  <w:style w:type="paragraph" w:customStyle="1" w:styleId="Ooaii">
    <w:name w:val="Ooaii"/>
    <w:basedOn w:val="Normal"/>
    <w:uiPriority w:val="99"/>
    <w:rsid w:val="0094703A"/>
    <w:pPr>
      <w:overflowPunct w:val="0"/>
      <w:autoSpaceDE w:val="0"/>
      <w:autoSpaceDN w:val="0"/>
      <w:adjustRightInd w:val="0"/>
      <w:jc w:val="center"/>
      <w:textAlignment w:val="baseline"/>
    </w:pPr>
    <w:rPr>
      <w:szCs w:val="20"/>
    </w:rPr>
  </w:style>
  <w:style w:type="paragraph" w:customStyle="1" w:styleId="a0">
    <w:name w:val="Знак"/>
    <w:basedOn w:val="Normal"/>
    <w:autoRedefine/>
    <w:uiPriority w:val="99"/>
    <w:rsid w:val="006C3108"/>
    <w:pPr>
      <w:spacing w:after="160" w:line="240" w:lineRule="exact"/>
      <w:ind w:left="26"/>
    </w:pPr>
    <w:rPr>
      <w:lang w:val="en-US" w:eastAsia="en-US"/>
    </w:rPr>
  </w:style>
  <w:style w:type="character" w:customStyle="1" w:styleId="apple-converted-space">
    <w:name w:val="apple-converted-space"/>
    <w:basedOn w:val="DefaultParagraphFont"/>
    <w:uiPriority w:val="99"/>
    <w:rsid w:val="001D687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738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73878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DefaultParagraphFont"/>
    <w:uiPriority w:val="99"/>
    <w:rsid w:val="00982B4F"/>
    <w:rPr>
      <w:rFonts w:ascii="Sylfaen" w:hAnsi="Sylfaen" w:cs="Sylfaen"/>
      <w:sz w:val="26"/>
      <w:szCs w:val="26"/>
    </w:rPr>
  </w:style>
  <w:style w:type="paragraph" w:styleId="NoSpacing">
    <w:name w:val="No Spacing"/>
    <w:link w:val="NoSpacingChar"/>
    <w:uiPriority w:val="99"/>
    <w:qFormat/>
    <w:rsid w:val="00DE5941"/>
    <w:pPr>
      <w:suppressAutoHyphens/>
    </w:pPr>
    <w:rPr>
      <w:rFonts w:ascii="Calibri" w:hAnsi="Calibri"/>
      <w:lang w:eastAsia="ar-SA"/>
    </w:rPr>
  </w:style>
  <w:style w:type="paragraph" w:customStyle="1" w:styleId="1">
    <w:name w:val="Знак1"/>
    <w:basedOn w:val="Normal"/>
    <w:uiPriority w:val="99"/>
    <w:rsid w:val="00AC741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AC7413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99"/>
    <w:qFormat/>
    <w:rsid w:val="00BB3F19"/>
    <w:pPr>
      <w:ind w:left="720"/>
      <w:contextualSpacing/>
    </w:pPr>
  </w:style>
  <w:style w:type="character" w:customStyle="1" w:styleId="FontStyle25">
    <w:name w:val="Font Style25"/>
    <w:basedOn w:val="DefaultParagraphFont"/>
    <w:uiPriority w:val="99"/>
    <w:rsid w:val="00BB3F19"/>
    <w:rPr>
      <w:rFonts w:ascii="Sylfaen" w:hAnsi="Sylfaen" w:cs="Sylfaen"/>
      <w:sz w:val="24"/>
      <w:szCs w:val="24"/>
    </w:rPr>
  </w:style>
  <w:style w:type="paragraph" w:customStyle="1" w:styleId="ConsPlusTitle">
    <w:name w:val="ConsPlusTitle"/>
    <w:uiPriority w:val="99"/>
    <w:rsid w:val="0023103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Strong">
    <w:name w:val="Strong"/>
    <w:basedOn w:val="DefaultParagraphFont"/>
    <w:uiPriority w:val="99"/>
    <w:qFormat/>
    <w:rsid w:val="00296F7F"/>
    <w:rPr>
      <w:rFonts w:cs="Times New Roman"/>
      <w:b/>
    </w:rPr>
  </w:style>
  <w:style w:type="character" w:customStyle="1" w:styleId="NoSpacingChar">
    <w:name w:val="No Spacing Char"/>
    <w:link w:val="NoSpacing"/>
    <w:uiPriority w:val="99"/>
    <w:locked/>
    <w:rsid w:val="00296F7F"/>
    <w:rPr>
      <w:rFonts w:ascii="Calibri" w:hAnsi="Calibri"/>
      <w:sz w:val="22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2207</TotalTime>
  <Pages>2</Pages>
  <Words>300</Words>
  <Characters>1711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БОСС</cp:lastModifiedBy>
  <cp:revision>57</cp:revision>
  <cp:lastPrinted>2019-06-24T04:04:00Z</cp:lastPrinted>
  <dcterms:created xsi:type="dcterms:W3CDTF">2016-04-13T03:43:00Z</dcterms:created>
  <dcterms:modified xsi:type="dcterms:W3CDTF">2020-02-06T03:30:00Z</dcterms:modified>
</cp:coreProperties>
</file>